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586E" w14:textId="45AA19F5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Приложение № 1</w:t>
      </w:r>
      <w:r w:rsidR="00D649E5">
        <w:rPr>
          <w:szCs w:val="28"/>
        </w:rPr>
        <w:t>3</w:t>
      </w:r>
    </w:p>
    <w:p w14:paraId="75DB6028" w14:textId="12776AA9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УТВЕРЖДЕН</w:t>
      </w:r>
    </w:p>
    <w:p w14:paraId="7C04C375" w14:textId="77777777" w:rsidR="0079318E" w:rsidRP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решением Совета муниципального образования Новокубанский район</w:t>
      </w:r>
    </w:p>
    <w:p w14:paraId="453568FD" w14:textId="5C408A3A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  <w:r w:rsidRPr="0079318E">
        <w:rPr>
          <w:szCs w:val="28"/>
        </w:rPr>
        <w:t>от 25.11.2021 года № 163</w:t>
      </w:r>
    </w:p>
    <w:p w14:paraId="3303B53A" w14:textId="77777777" w:rsidR="0079318E" w:rsidRDefault="0079318E" w:rsidP="0079318E">
      <w:pPr>
        <w:tabs>
          <w:tab w:val="left" w:pos="5245"/>
          <w:tab w:val="left" w:pos="5387"/>
        </w:tabs>
        <w:ind w:left="5245"/>
        <w:rPr>
          <w:szCs w:val="28"/>
        </w:rPr>
      </w:pPr>
    </w:p>
    <w:p w14:paraId="66536124" w14:textId="77777777" w:rsidR="00BD35B1" w:rsidRDefault="00BD35B1" w:rsidP="00993F4A">
      <w:pPr>
        <w:ind w:left="5103"/>
        <w:jc w:val="center"/>
        <w:rPr>
          <w:bCs/>
          <w:szCs w:val="28"/>
        </w:rPr>
      </w:pPr>
    </w:p>
    <w:p w14:paraId="27C2959F" w14:textId="77777777" w:rsidR="00C11DC7" w:rsidRDefault="00C11DC7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6EF2ABAE" w14:textId="77777777" w:rsidR="00DC1354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 xml:space="preserve">бюджетных ассигнований, направляемых на социальную </w:t>
      </w:r>
    </w:p>
    <w:p w14:paraId="6EB137E1" w14:textId="77777777" w:rsidR="00035823" w:rsidRDefault="00DC1354" w:rsidP="00D472CF">
      <w:pPr>
        <w:ind w:hanging="425"/>
        <w:jc w:val="center"/>
        <w:rPr>
          <w:b/>
          <w:szCs w:val="28"/>
        </w:rPr>
      </w:pPr>
      <w:r w:rsidRPr="00DC1354">
        <w:rPr>
          <w:b/>
          <w:szCs w:val="28"/>
        </w:rPr>
        <w:t>поддержку детей и семей, имеющих детей, на 202</w:t>
      </w:r>
      <w:r w:rsidR="00BD35B1">
        <w:rPr>
          <w:b/>
          <w:szCs w:val="28"/>
        </w:rPr>
        <w:t>2</w:t>
      </w:r>
      <w:r w:rsidRPr="00DC1354">
        <w:rPr>
          <w:b/>
          <w:szCs w:val="28"/>
        </w:rPr>
        <w:t xml:space="preserve"> год</w:t>
      </w:r>
    </w:p>
    <w:p w14:paraId="32579632" w14:textId="68146FBE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680" w:type="dxa"/>
        <w:tblInd w:w="113" w:type="dxa"/>
        <w:tblLook w:val="04A0" w:firstRow="1" w:lastRow="0" w:firstColumn="1" w:lastColumn="0" w:noHBand="0" w:noVBand="1"/>
      </w:tblPr>
      <w:tblGrid>
        <w:gridCol w:w="580"/>
        <w:gridCol w:w="7920"/>
        <w:gridCol w:w="1180"/>
      </w:tblGrid>
      <w:tr w:rsidR="00D649E5" w:rsidRPr="00D649E5" w14:paraId="645E544B" w14:textId="77777777" w:rsidTr="00D649E5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3BB1C" w14:textId="7484A1E2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184E" w14:textId="1F434FD8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6159" w14:textId="745AC4F1" w:rsidR="00D649E5" w:rsidRPr="00D649E5" w:rsidRDefault="00D649E5" w:rsidP="00D649E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35B1">
              <w:rPr>
                <w:rFonts w:eastAsia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F610F" w:rsidRPr="00D649E5" w14:paraId="5240D51D" w14:textId="77777777" w:rsidTr="00061055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AD98" w14:textId="391423CA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6CB9" w14:textId="290EFC44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BA24" w14:textId="29CFDD97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723,6</w:t>
            </w:r>
          </w:p>
        </w:tc>
      </w:tr>
      <w:tr w:rsidR="00DF610F" w:rsidRPr="00D649E5" w14:paraId="695C8837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91CE" w14:textId="66B2AA49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3E43" w14:textId="5CC35D3A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738D" w14:textId="1B7741B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66 194,8</w:t>
            </w:r>
          </w:p>
        </w:tc>
      </w:tr>
      <w:tr w:rsidR="00DF610F" w:rsidRPr="00D649E5" w14:paraId="028AB155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29554" w14:textId="6B955BDE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7EDA" w14:textId="792EB375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21AD" w14:textId="2A9A0091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47 086,6</w:t>
            </w:r>
          </w:p>
        </w:tc>
      </w:tr>
      <w:tr w:rsidR="00DF610F" w:rsidRPr="00D649E5" w14:paraId="01DE3C48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C84C" w14:textId="3DB1FC34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CADA" w14:textId="5CB19447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BE35D" w14:textId="3FE3936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38 173,8</w:t>
            </w:r>
          </w:p>
        </w:tc>
      </w:tr>
      <w:tr w:rsidR="00DF610F" w:rsidRPr="00D649E5" w14:paraId="79C91E37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B534C" w14:textId="6287C94B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6CD8" w14:textId="1B86AF49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F610F">
              <w:rPr>
                <w:sz w:val="24"/>
                <w:szCs w:val="24"/>
              </w:rPr>
              <w:t>постинтернатного</w:t>
            </w:r>
            <w:proofErr w:type="spellEnd"/>
            <w:r w:rsidRPr="00DF610F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769F9" w14:textId="125AE166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41,9</w:t>
            </w:r>
          </w:p>
        </w:tc>
      </w:tr>
      <w:tr w:rsidR="00DF610F" w:rsidRPr="00D649E5" w14:paraId="34D4FEF2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1CFE" w14:textId="7BA16E48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D3D" w14:textId="4D851199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4D324" w14:textId="11F5562B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42,9</w:t>
            </w:r>
          </w:p>
        </w:tc>
      </w:tr>
      <w:tr w:rsidR="00DF610F" w:rsidRPr="00D649E5" w14:paraId="4EAADE13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4EEC" w14:textId="2B2618D4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8BC" w14:textId="7DAF5852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5ECD" w14:textId="7D6C8F92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6 503,0</w:t>
            </w:r>
          </w:p>
        </w:tc>
      </w:tr>
      <w:tr w:rsidR="00DF610F" w:rsidRPr="00D649E5" w14:paraId="4BD14A30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65A2" w14:textId="748145A5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AC73" w14:textId="746BCC6D" w:rsidR="00DF610F" w:rsidRPr="00DF610F" w:rsidRDefault="00DF610F" w:rsidP="00DF610F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A53F" w14:textId="006BC5EA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2 086,6</w:t>
            </w:r>
          </w:p>
        </w:tc>
      </w:tr>
      <w:tr w:rsidR="00DF610F" w:rsidRPr="00D649E5" w14:paraId="78B045C3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E748" w14:textId="6FB20979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98D0" w14:textId="6AF9CE63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2D5E" w14:textId="2F5E4B23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2 056,0</w:t>
            </w:r>
          </w:p>
        </w:tc>
      </w:tr>
      <w:tr w:rsidR="00DF610F" w:rsidRPr="00D649E5" w14:paraId="3CFFED46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4925" w14:textId="603FFBB3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B4C" w14:textId="73FD5387" w:rsidR="00DF610F" w:rsidRPr="00DF610F" w:rsidRDefault="00DF610F" w:rsidP="00DF610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B7B1" w14:textId="67F89526" w:rsidR="00DF610F" w:rsidRPr="00DF610F" w:rsidRDefault="00DF610F" w:rsidP="00DF610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DF610F">
              <w:rPr>
                <w:sz w:val="24"/>
                <w:szCs w:val="24"/>
              </w:rPr>
              <w:t>145,3</w:t>
            </w:r>
          </w:p>
        </w:tc>
      </w:tr>
      <w:tr w:rsidR="00DF610F" w:rsidRPr="00D649E5" w14:paraId="78ED4A62" w14:textId="77777777" w:rsidTr="00061055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6674" w14:textId="0874FC4B" w:rsidR="00DF610F" w:rsidRPr="00DF610F" w:rsidRDefault="00DF610F" w:rsidP="00DF610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49AF" w14:textId="066376C1" w:rsidR="00DF610F" w:rsidRPr="00DF610F" w:rsidRDefault="00DF610F" w:rsidP="00DF610F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745F" w14:textId="2262836B" w:rsidR="00DF610F" w:rsidRPr="00DF610F" w:rsidRDefault="00DF610F" w:rsidP="00DF610F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F610F">
              <w:rPr>
                <w:b/>
                <w:bCs/>
                <w:sz w:val="24"/>
                <w:szCs w:val="24"/>
              </w:rPr>
              <w:t>163 054,5</w:t>
            </w:r>
          </w:p>
        </w:tc>
      </w:tr>
    </w:tbl>
    <w:p w14:paraId="753C7B9D" w14:textId="77777777" w:rsidR="00BD35B1" w:rsidRDefault="00BD35B1" w:rsidP="00627195">
      <w:pPr>
        <w:rPr>
          <w:szCs w:val="28"/>
        </w:rPr>
      </w:pPr>
    </w:p>
    <w:p w14:paraId="2C5F29CD" w14:textId="77777777" w:rsidR="00BD35B1" w:rsidRDefault="00BD35B1" w:rsidP="00627195">
      <w:pPr>
        <w:rPr>
          <w:szCs w:val="28"/>
        </w:rPr>
      </w:pPr>
    </w:p>
    <w:p w14:paraId="68C34235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Исполняющий обязанности</w:t>
      </w:r>
    </w:p>
    <w:p w14:paraId="25CFE072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 xml:space="preserve">начальника финансового управления </w:t>
      </w:r>
    </w:p>
    <w:p w14:paraId="32E22C30" w14:textId="77777777" w:rsidR="00D344DD" w:rsidRPr="00D344DD" w:rsidRDefault="00D344DD" w:rsidP="00D344DD">
      <w:pPr>
        <w:rPr>
          <w:szCs w:val="28"/>
        </w:rPr>
      </w:pPr>
      <w:r w:rsidRPr="00D344DD">
        <w:rPr>
          <w:szCs w:val="28"/>
        </w:rPr>
        <w:t>администрации муниципального</w:t>
      </w:r>
    </w:p>
    <w:p w14:paraId="7E02CA72" w14:textId="29C5FED0" w:rsidR="00627195" w:rsidRPr="00B9484A" w:rsidRDefault="00D344DD" w:rsidP="00D344DD">
      <w:pPr>
        <w:rPr>
          <w:szCs w:val="28"/>
        </w:rPr>
      </w:pPr>
      <w:r w:rsidRPr="00D344DD">
        <w:rPr>
          <w:szCs w:val="28"/>
        </w:rPr>
        <w:t xml:space="preserve">образования Новокубанский район </w:t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r w:rsidRPr="00D344DD">
        <w:rPr>
          <w:szCs w:val="28"/>
        </w:rPr>
        <w:tab/>
      </w:r>
      <w:proofErr w:type="spellStart"/>
      <w:r w:rsidRPr="00D344DD">
        <w:rPr>
          <w:szCs w:val="28"/>
        </w:rPr>
        <w:t>И.Ю.Андреева</w:t>
      </w:r>
      <w:proofErr w:type="spellEnd"/>
    </w:p>
    <w:sectPr w:rsidR="00627195" w:rsidRPr="00B9484A" w:rsidSect="00BD35B1">
      <w:headerReference w:type="default" r:id="rId7"/>
      <w:pgSz w:w="11906" w:h="16838"/>
      <w:pgMar w:top="1134" w:right="567" w:bottom="1560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3565B" w14:textId="77777777" w:rsidR="009E7209" w:rsidRDefault="009E7209" w:rsidP="00E12559">
      <w:r>
        <w:separator/>
      </w:r>
    </w:p>
  </w:endnote>
  <w:endnote w:type="continuationSeparator" w:id="0">
    <w:p w14:paraId="27A7AC9D" w14:textId="77777777"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6C87" w14:textId="77777777" w:rsidR="009E7209" w:rsidRDefault="009E7209" w:rsidP="00E12559">
      <w:r>
        <w:separator/>
      </w:r>
    </w:p>
  </w:footnote>
  <w:footnote w:type="continuationSeparator" w:id="0">
    <w:p w14:paraId="6E76C5FB" w14:textId="77777777"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43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D69F902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53BFD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0CF0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945"/>
    <w:rsid w:val="000F12AE"/>
    <w:rsid w:val="000F623C"/>
    <w:rsid w:val="000F6A68"/>
    <w:rsid w:val="00100A04"/>
    <w:rsid w:val="00105124"/>
    <w:rsid w:val="00105624"/>
    <w:rsid w:val="001060AA"/>
    <w:rsid w:val="001145FC"/>
    <w:rsid w:val="00114AAE"/>
    <w:rsid w:val="00117157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0FF2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244D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D6E49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87DC6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17D29"/>
    <w:rsid w:val="00522DBC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381"/>
    <w:rsid w:val="00566C6E"/>
    <w:rsid w:val="00573AAD"/>
    <w:rsid w:val="00576271"/>
    <w:rsid w:val="005822F5"/>
    <w:rsid w:val="0058231D"/>
    <w:rsid w:val="00582CD5"/>
    <w:rsid w:val="00582EA9"/>
    <w:rsid w:val="0058527C"/>
    <w:rsid w:val="005911C2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35F3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2E59"/>
    <w:rsid w:val="007835D8"/>
    <w:rsid w:val="00783BD4"/>
    <w:rsid w:val="00784A48"/>
    <w:rsid w:val="00792880"/>
    <w:rsid w:val="0079318E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3E3B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409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3427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3615"/>
    <w:rsid w:val="00986A36"/>
    <w:rsid w:val="00987046"/>
    <w:rsid w:val="009908B7"/>
    <w:rsid w:val="009919FD"/>
    <w:rsid w:val="00993063"/>
    <w:rsid w:val="00993C1A"/>
    <w:rsid w:val="00993F4A"/>
    <w:rsid w:val="009945CD"/>
    <w:rsid w:val="009959CD"/>
    <w:rsid w:val="00996246"/>
    <w:rsid w:val="00996315"/>
    <w:rsid w:val="0099634C"/>
    <w:rsid w:val="009A0142"/>
    <w:rsid w:val="009A1E6C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3F9F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96C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948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35B1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1DC7"/>
    <w:rsid w:val="00C12D62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465B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44DD"/>
    <w:rsid w:val="00D35230"/>
    <w:rsid w:val="00D36B82"/>
    <w:rsid w:val="00D378F2"/>
    <w:rsid w:val="00D40769"/>
    <w:rsid w:val="00D452AA"/>
    <w:rsid w:val="00D472CF"/>
    <w:rsid w:val="00D47C97"/>
    <w:rsid w:val="00D55C96"/>
    <w:rsid w:val="00D55E5F"/>
    <w:rsid w:val="00D618D2"/>
    <w:rsid w:val="00D63BE5"/>
    <w:rsid w:val="00D64463"/>
    <w:rsid w:val="00D649E5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4582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605C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610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1DB6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BFD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3008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47F72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DCBD0BC"/>
  <w15:docId w15:val="{88200C9B-0D2F-432F-847C-AFF486FE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CA11-5699-4E08-A8D9-33A6DF4D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470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114</cp:revision>
  <cp:lastPrinted>2022-05-05T07:19:00Z</cp:lastPrinted>
  <dcterms:created xsi:type="dcterms:W3CDTF">2017-09-18T13:02:00Z</dcterms:created>
  <dcterms:modified xsi:type="dcterms:W3CDTF">2023-01-16T06:54:00Z</dcterms:modified>
</cp:coreProperties>
</file>